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8A52B8" w14:paraId="73E9441F" w14:textId="2B1BD9CB">
      <w:pPr>
        <w:spacing w:after="0"/>
        <w:jc w:val="right"/>
        <w:rPr>
          <w:sz w:val="22"/>
          <w:szCs w:val="18"/>
          <w:lang w:val="en-US"/>
        </w:rPr>
      </w:pPr>
      <w:r>
        <w:rPr>
          <w:sz w:val="22"/>
          <w:szCs w:val="18"/>
          <w:lang w:val="en-US"/>
        </w:rPr>
        <w:t>12.12.2025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8A52B8"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4A8D9935"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8A52B8" w14:paraId="16E99962" w14:textId="4F4D687C">
            <w:pPr>
              <w:spacing w:after="0"/>
              <w:jc w:val="left"/>
            </w:pPr>
            <w:r>
              <w:t>CNECT.D.2A</w:t>
            </w:r>
          </w:p>
        </w:tc>
      </w:tr>
      <w:tr w:rsidR="006938F5" w:rsidTr="4A8D9935"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8A52B8" w14:paraId="54D41098" w14:textId="2046021B">
            <w:pPr>
              <w:spacing w:after="0"/>
              <w:jc w:val="left"/>
            </w:pPr>
            <w:r>
              <w:t>505062</w:t>
            </w:r>
          </w:p>
        </w:tc>
      </w:tr>
      <w:tr w:rsidR="14270372" w:rsidTr="4A8D9935"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Mar/>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tcMar/>
            <w:vAlign w:val="center"/>
          </w:tcPr>
          <w:p w:rsidR="4EEB584D" w:rsidP="14270372" w:rsidRDefault="008A52B8" w14:paraId="1797EDF2" w14:textId="745CD022">
            <w:pPr>
              <w:spacing w:after="0"/>
              <w:jc w:val="left"/>
            </w:pPr>
            <w:r>
              <w:t>Q2 2026</w:t>
            </w:r>
          </w:p>
        </w:tc>
      </w:tr>
      <w:tr w:rsidR="006938F5" w:rsidTr="4A8D9935"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Mar/>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tcMar/>
            <w:vAlign w:val="center"/>
          </w:tcPr>
          <w:p w:rsidR="006938F5" w:rsidP="006718D3" w:rsidRDefault="008A52B8" w14:paraId="4528AB07" w14:textId="30193F56">
            <w:pPr>
              <w:spacing w:after="0"/>
              <w:jc w:val="left"/>
            </w:pPr>
            <w:r>
              <w:t>24</w:t>
            </w:r>
          </w:p>
        </w:tc>
      </w:tr>
      <w:tr w:rsidR="14270372" w:rsidTr="4A8D9935"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Mar/>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Mar/>
          </w:tcPr>
          <w:p w:rsidR="3C2D33B5" w:rsidP="14270372" w:rsidRDefault="008A52B8" w14:paraId="4E935B99" w14:textId="2E543139">
            <w:pPr>
              <w:spacing w:after="0"/>
              <w:jc w:val="left"/>
            </w:pPr>
            <w:r>
              <w:t>Brussels</w:t>
            </w:r>
          </w:p>
          <w:p w:rsidR="3C2D33B5" w:rsidP="14270372" w:rsidRDefault="008A52B8" w14:paraId="6B7C1AA9" w14:textId="0DFA6C60">
            <w:pPr>
              <w:spacing w:after="0"/>
              <w:jc w:val="left"/>
            </w:pPr>
            <w:r>
              <w:t>Bruxelles</w:t>
            </w:r>
          </w:p>
          <w:p w:rsidR="3C2D33B5" w:rsidP="14270372" w:rsidRDefault="008A52B8" w14:paraId="5C918E8F" w14:textId="66E6AB81">
            <w:pPr>
              <w:spacing w:after="0"/>
              <w:jc w:val="left"/>
            </w:pPr>
            <w:r>
              <w:t>Brüssel</w:t>
            </w:r>
          </w:p>
        </w:tc>
      </w:tr>
      <w:tr w:rsidR="006938F5" w:rsidTr="4A8D9935"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8A52B8" w14:paraId="1AFC5732" w14:textId="35AD7D8B">
            <w:pPr>
              <w:spacing w:after="0"/>
              <w:jc w:val="left"/>
            </w:pPr>
            <w:r>
              <w:t>With allowances</w:t>
            </w:r>
          </w:p>
          <w:p w:rsidR="006938F5" w:rsidP="006718D3" w:rsidRDefault="008A52B8" w14:paraId="02E31856" w14:textId="6E20C959">
            <w:pPr>
              <w:spacing w:after="0"/>
              <w:jc w:val="left"/>
            </w:pPr>
            <w:r>
              <w:t>Avec indemnités</w:t>
            </w:r>
          </w:p>
          <w:p w:rsidR="006938F5" w:rsidP="006718D3" w:rsidRDefault="008A52B8" w14:paraId="720FD450" w14:textId="7B1B9C3E">
            <w:pPr>
              <w:spacing w:after="0"/>
              <w:jc w:val="left"/>
            </w:pPr>
            <w:r>
              <w:t>Mit Vergütung</w:t>
            </w:r>
          </w:p>
        </w:tc>
      </w:tr>
      <w:tr w:rsidR="006938F5" w:rsidTr="4A8D9935" w14:paraId="6274D869" w14:textId="77777777">
        <w:tc>
          <w:tcPr>
            <w:tcW w:w="4398" w:type="dxa"/>
            <w:tcBorders>
              <w:top w:val="single" w:color="000000" w:themeColor="text1" w:sz="8" w:space="0"/>
            </w:tcBorders>
            <w:tcMar/>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tcMar/>
            <w:vAlign w:val="center"/>
          </w:tcPr>
          <w:p w:rsidR="006938F5" w:rsidP="4A8D9935" w:rsidRDefault="008A52B8" w14:paraId="3524FC22" w14:textId="242D0777">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4A8D9935" w:rsidR="458878B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Member States + Other OIG (European Central Bank (ECB), Bank for international Settlements (BIS), Financial Stability Board (FSB)</w:t>
            </w:r>
          </w:p>
          <w:p w:rsidR="006938F5" w:rsidP="4A8D9935" w:rsidRDefault="008A52B8" w14:paraId="36920F1C" w14:textId="3236E82D">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006938F5" w:rsidP="4A8D9935" w:rsidRDefault="008A52B8" w14:paraId="5E870C91" w14:textId="4B04A225">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4A8D9935" w:rsidR="458878B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fr-FR"/>
              </w:rPr>
              <w:t>États membres + autre OIG (Banque Centrale Européenne, Banque des Règlements Internationaux, Conseil de stabilité financière)</w:t>
            </w:r>
          </w:p>
          <w:p w:rsidR="006938F5" w:rsidP="4A8D9935" w:rsidRDefault="008A52B8" w14:paraId="1DE9633D" w14:textId="110D12E0">
            <w:pPr>
              <w:spacing w:after="0"/>
              <w:ind w:lef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006938F5" w:rsidP="4A8D9935" w:rsidRDefault="008A52B8" w14:paraId="71E7BBE7" w14:textId="7FE7A255">
            <w:pPr>
              <w:spacing w:after="0"/>
              <w:ind w:lef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4A8D9935" w:rsidR="458878B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Mitgliedstaaten + andere IOV (Europäische Zentralbank, Bank für Internationalen Zahlungsausgleich,</w:t>
            </w:r>
          </w:p>
          <w:p w:rsidR="006938F5" w:rsidP="4A8D9935" w:rsidRDefault="008A52B8" w14:paraId="13C75E2E" w14:textId="453EC4D2">
            <w:pPr>
              <w:spacing w:after="0"/>
              <w:ind w:lef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4A8D9935" w:rsidR="458878B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Forum für </w:t>
            </w:r>
            <w:r w:rsidRPr="4A8D9935" w:rsidR="458878B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Finanzstabilität</w:t>
            </w:r>
            <w:r w:rsidRPr="4A8D9935" w:rsidR="458878B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w:t>
            </w:r>
          </w:p>
        </w:tc>
      </w:tr>
      <w:tr w:rsidR="006938F5" w:rsidTr="4A8D9935" w14:paraId="282F0CCB" w14:textId="77777777">
        <w:tc>
          <w:tcPr>
            <w:tcW w:w="4398" w:type="dxa"/>
            <w:tcMar/>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tcMar/>
            <w:vAlign w:val="center"/>
          </w:tcPr>
          <w:p w:rsidR="006938F5" w:rsidP="006718D3" w:rsidRDefault="008A52B8" w14:paraId="50820CBA" w14:textId="0A8E9543">
            <w:pPr>
              <w:spacing w:after="0"/>
              <w:jc w:val="left"/>
            </w:pPr>
            <w:r>
              <w:t>25.02.2026</w:t>
            </w:r>
          </w:p>
        </w:tc>
      </w:tr>
      <w:tr w:rsidRPr="00A10C67" w:rsidR="003D0078" w:rsidTr="4A8D9935" w14:paraId="62E50BA3" w14:textId="77777777">
        <w:tc>
          <w:tcPr>
            <w:tcW w:w="4398" w:type="dxa"/>
            <w:tcMar/>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Mar/>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8A52B8" w14:paraId="5AF5E061" w14:textId="33CD0DF1">
      <w:pPr>
        <w:spacing w:after="0"/>
        <w:jc w:val="right"/>
        <w:rPr>
          <w:sz w:val="22"/>
          <w:szCs w:val="18"/>
          <w:lang w:val="en-US"/>
        </w:rPr>
      </w:pPr>
      <w:r>
        <w:rPr>
          <w:sz w:val="22"/>
          <w:szCs w:val="18"/>
          <w:lang w:val="en-US"/>
        </w:rPr>
        <w:t>12.12.2025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8A52B8" w:rsidP="003C1977" w:rsidRDefault="008A52B8" w14:paraId="1C26EDED" w14:textId="77777777">
      <w:pPr>
        <w:spacing w:after="0"/>
      </w:pPr>
      <w:r>
        <w:t xml:space="preserve">Directorate D, together with Directorate F, at DG CONNECT is the directorate responsible for online platforms supervision and policy. Its primary mission is to ensure the effective application and enforcement of the Digital Services Act and Digital Markets Act . Directorate D is also responsible for the monitoring of the wider platforms ecosystem, including emerging trends and in the lead on policy developments  linked to online platforms, including ensuring coherence between the Digital Services Act and Digital Markets Act.  </w:t>
      </w:r>
    </w:p>
    <w:p w:rsidR="008A52B8" w:rsidP="003C1977" w:rsidRDefault="008A52B8" w14:paraId="4EA4A5B6" w14:textId="77777777">
      <w:pPr>
        <w:spacing w:after="0"/>
      </w:pPr>
      <w:r>
        <w:t xml:space="preserve"> </w:t>
      </w:r>
    </w:p>
    <w:p w:rsidR="00A95A44" w:rsidP="003C1977" w:rsidRDefault="008A52B8" w14:paraId="2444BC8A" w14:textId="25591B4E">
      <w:pPr>
        <w:spacing w:after="0"/>
      </w:pPr>
      <w:r>
        <w:t xml:space="preserve">Unit D2 is entrusted, jointly with DG COMP, with the concrete implementation and enforcement of the DMA, entailing new globally significant regulatory powers to supervise the largest online platforms having the status of Gatekeepers. The supervision of gatekeepers’ compliance with a number of very specific obligations aims to preserve contestability and fairness in the European Internal Market. This work requires frequent contacts with gatekeepers  and third parties including intense technical and legal discussions, investigations into non-compliance or other formal proceedings, Close coordination with other competent authorities in member states and globally is also necessary. </w:t>
      </w: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8A52B8" w:rsidP="003C1977" w:rsidRDefault="008A52B8" w14:paraId="1985CF9F" w14:textId="77777777">
      <w:pPr>
        <w:spacing w:after="0"/>
      </w:pPr>
      <w:r>
        <w:t>We propose an exciting and challenging opportunity for a talented and motivated colleague who will join the Unit in charge of the enforcement of the Digital Markets Act as case handler for enforcement of the DMA. We are looking for a national expert with experience in regulated industries (telecoms, transport, financial sector, energy, etc.), data analysis, data protection, or competition law to join the team.</w:t>
      </w:r>
    </w:p>
    <w:p w:rsidR="008A52B8" w:rsidP="003C1977" w:rsidRDefault="008A52B8" w14:paraId="2810EA4A" w14:textId="77777777">
      <w:pPr>
        <w:spacing w:after="0"/>
      </w:pPr>
    </w:p>
    <w:p w:rsidR="008A52B8" w:rsidP="003C1977" w:rsidRDefault="008A52B8" w14:paraId="52A4E97D" w14:textId="77777777">
      <w:pPr>
        <w:spacing w:after="0"/>
      </w:pPr>
      <w:r>
        <w:t>The seconded national expert will mainly be involved in the enforcement and application of the Digital Markets Act, the new regulatory framework for digital gatekeepers. This includes:</w:t>
      </w:r>
    </w:p>
    <w:p w:rsidR="008A52B8" w:rsidP="003C1977" w:rsidRDefault="008A52B8" w14:paraId="15D071E0" w14:textId="77777777">
      <w:pPr>
        <w:spacing w:after="0"/>
      </w:pPr>
      <w:r>
        <w:t>- working in close cooperation with DG competition to supervise the compliance with obligations such as interoperability, data silos, access to data, profiling audits, sideloading, data portability and others.</w:t>
      </w:r>
    </w:p>
    <w:p w:rsidR="008A52B8" w:rsidP="003C1977" w:rsidRDefault="008A52B8" w14:paraId="5929F9D0" w14:textId="77777777">
      <w:pPr>
        <w:spacing w:after="0"/>
      </w:pPr>
      <w:r>
        <w:t>- Detect and investigate potential infringements of the Digital Markets Act, including in the exercise of the powers attributed to the Commission such as conducting investigations and inspections, interviews or requests for information</w:t>
      </w:r>
    </w:p>
    <w:p w:rsidR="008A52B8" w:rsidP="003C1977" w:rsidRDefault="008A52B8" w14:paraId="3437E70D" w14:textId="77777777">
      <w:pPr>
        <w:spacing w:after="0"/>
      </w:pPr>
      <w:r>
        <w:t>- Engaging with relevant counterparts, such as gatekeepers, business users or end users of gatekeepers as well as associations that represent them, to gather knowledge and evidence to support the application of the Digital Markets Act</w:t>
      </w:r>
    </w:p>
    <w:p w:rsidR="008A52B8" w:rsidP="003C1977" w:rsidRDefault="008A52B8" w14:paraId="402E6181" w14:textId="77777777">
      <w:pPr>
        <w:spacing w:after="0"/>
      </w:pPr>
      <w:r>
        <w:t xml:space="preserve"> - Collaborate with legal, cybersecurity, and IT teams to develop enforcement strategies and update regulatory policies</w:t>
      </w:r>
    </w:p>
    <w:p w:rsidR="008A52B8" w:rsidP="003C1977" w:rsidRDefault="008A52B8" w14:paraId="3A5B109A" w14:textId="77777777">
      <w:pPr>
        <w:spacing w:after="0"/>
      </w:pPr>
    </w:p>
    <w:p w:rsidR="008A52B8" w:rsidP="003C1977" w:rsidRDefault="008A52B8" w14:paraId="2018F887" w14:textId="77777777">
      <w:pPr>
        <w:spacing w:after="0"/>
      </w:pPr>
      <w:r>
        <w:t>S/he will be part of a dedicated, multidisciplinary team of policy analysts, lawyers, economists and engineers and will be called to take part as member of case-teams to formal investigations under the DMA. S/he will have the opportunity to liaise with and build cooperation with a broad range of public and private stakeholders as well as with colleagues in other Commission’s departments and other institutions.</w:t>
      </w:r>
    </w:p>
    <w:p w:rsidR="008A52B8" w:rsidP="003C1977" w:rsidRDefault="008A52B8" w14:paraId="07C14417" w14:textId="77777777">
      <w:pPr>
        <w:spacing w:after="0"/>
      </w:pPr>
      <w:r>
        <w:t>All in all, the post represents a unique opportunity to be part of a new regulatory challenge, where the Commission acts as  regulator with direct oversight over digital gatekeepers.</w:t>
      </w:r>
    </w:p>
    <w:p w:rsidR="00A95A44" w:rsidP="003C1977" w:rsidRDefault="00A95A44" w14:paraId="4FA38409" w14:textId="79031ECB">
      <w:pPr>
        <w:spacing w:after="0"/>
      </w:pP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8A52B8" w:rsidP="00527473" w:rsidRDefault="008A52B8" w14:paraId="795DF839" w14:textId="77777777">
      <w:pPr>
        <w:spacing w:after="0"/>
        <w:jc w:val="left"/>
      </w:pPr>
      <w:r>
        <w:t>We look for an experienced, highly motivated, pro-active colleague able to contribute to the success of the Unit’s mission. The ideal candidate has a university or professional background in the field(s) of law enforcement, economic analysis, data protection, software engineering, or other relevant fields to the post.</w:t>
      </w:r>
    </w:p>
    <w:p w:rsidR="008A52B8" w:rsidP="00527473" w:rsidRDefault="008A52B8" w14:paraId="5656224A" w14:textId="77777777">
      <w:pPr>
        <w:spacing w:after="0"/>
        <w:jc w:val="left"/>
      </w:pPr>
    </w:p>
    <w:p w:rsidR="008A52B8" w:rsidP="00527473" w:rsidRDefault="008A52B8" w14:paraId="3F830963" w14:textId="77777777">
      <w:pPr>
        <w:spacing w:after="0"/>
        <w:jc w:val="left"/>
      </w:pPr>
      <w:r>
        <w:t>The ideal candidate brings:</w:t>
      </w:r>
    </w:p>
    <w:p w:rsidR="008A52B8" w:rsidP="00527473" w:rsidRDefault="008A52B8" w14:paraId="633CAEB0" w14:textId="77777777">
      <w:pPr>
        <w:spacing w:after="0"/>
        <w:jc w:val="left"/>
      </w:pPr>
      <w:r>
        <w:t>•</w:t>
      </w:r>
      <w:r>
        <w:tab/>
      </w:r>
      <w:r>
        <w:t xml:space="preserve">Experience in digital regulation, regulatory supervision and/or competition enforcement </w:t>
      </w:r>
    </w:p>
    <w:p w:rsidR="008A52B8" w:rsidP="00527473" w:rsidRDefault="008A52B8" w14:paraId="659BE87B" w14:textId="77777777">
      <w:pPr>
        <w:spacing w:after="0"/>
        <w:jc w:val="left"/>
      </w:pPr>
      <w:r>
        <w:t>•</w:t>
      </w:r>
      <w:r>
        <w:tab/>
      </w:r>
      <w:r>
        <w:t>Good understanding of key aspects of the Digital Markets , in particular security of equipment, cybersecurity, digital identity and payments;</w:t>
      </w:r>
    </w:p>
    <w:p w:rsidR="008A52B8" w:rsidP="00527473" w:rsidRDefault="008A52B8" w14:paraId="573839D8" w14:textId="77777777">
      <w:pPr>
        <w:spacing w:after="0"/>
        <w:jc w:val="left"/>
      </w:pPr>
      <w:r>
        <w:t>•</w:t>
      </w:r>
      <w:r>
        <w:tab/>
      </w:r>
      <w:r>
        <w:t>Relevant experience in one of the areas of relevance for the enforcement of the DMA: data protection, regulated sectors, payment systems, data and economic analysis for law enforcement, market intelligence</w:t>
      </w:r>
    </w:p>
    <w:p w:rsidR="008A52B8" w:rsidP="00527473" w:rsidRDefault="008A52B8" w14:paraId="354C1EA8" w14:textId="77777777">
      <w:pPr>
        <w:spacing w:after="0"/>
        <w:jc w:val="left"/>
      </w:pPr>
      <w:r>
        <w:t>In addition, we look for a mix of different skills:</w:t>
      </w:r>
    </w:p>
    <w:p w:rsidR="008A52B8" w:rsidP="00527473" w:rsidRDefault="008A52B8" w14:paraId="6D617FF1" w14:textId="77777777">
      <w:pPr>
        <w:spacing w:after="0"/>
        <w:jc w:val="left"/>
      </w:pPr>
      <w:r>
        <w:t>•</w:t>
      </w:r>
      <w:r>
        <w:tab/>
      </w:r>
      <w:r>
        <w:t>A very good understanding of, and the ability to further develop an expert knowledge of the business and technical aspects of digital services in general and online platforms in particular;</w:t>
      </w:r>
    </w:p>
    <w:p w:rsidR="008A52B8" w:rsidP="00527473" w:rsidRDefault="008A52B8" w14:paraId="1B461525" w14:textId="77777777">
      <w:pPr>
        <w:spacing w:after="0"/>
        <w:jc w:val="left"/>
      </w:pPr>
      <w:r>
        <w:t>•</w:t>
      </w:r>
      <w:r>
        <w:tab/>
      </w:r>
      <w:r>
        <w:t>Excellent oral and written communication skills in order to be able to interact and cooperate efficiently and communicate convincingly with a variety of actors (other units and DGs, institutional actors, Member States representatives or various stakeholders communities) for various types of requests, including briefing requests;</w:t>
      </w:r>
    </w:p>
    <w:p w:rsidR="008A52B8" w:rsidP="00527473" w:rsidRDefault="008A52B8" w14:paraId="7AC5326F" w14:textId="77777777">
      <w:pPr>
        <w:spacing w:after="0"/>
        <w:jc w:val="left"/>
      </w:pPr>
      <w:r>
        <w:t>•</w:t>
      </w:r>
      <w:r>
        <w:tab/>
      </w:r>
      <w:r>
        <w:t>Very good negotiating skills and ability to present the Commission‘s position internally and externally;</w:t>
      </w:r>
    </w:p>
    <w:p w:rsidR="008A52B8" w:rsidP="00527473" w:rsidRDefault="008A52B8" w14:paraId="0A211D90" w14:textId="77777777">
      <w:pPr>
        <w:spacing w:after="0"/>
        <w:jc w:val="left"/>
      </w:pPr>
      <w:r>
        <w:t>•</w:t>
      </w:r>
      <w:r>
        <w:tab/>
      </w:r>
      <w:r>
        <w:t>Ability to cooperate and develop smooth coordination with other Units in the DG as well as other DGs;</w:t>
      </w:r>
    </w:p>
    <w:p w:rsidR="008A52B8" w:rsidP="00527473" w:rsidRDefault="008A52B8" w14:paraId="18AB2EE0" w14:textId="77777777">
      <w:pPr>
        <w:spacing w:after="0"/>
        <w:jc w:val="left"/>
      </w:pPr>
      <w:r>
        <w:t>•</w:t>
      </w:r>
      <w:r>
        <w:tab/>
      </w:r>
      <w:r>
        <w:t>Very good analytical skills;</w:t>
      </w:r>
    </w:p>
    <w:p w:rsidR="008A52B8" w:rsidP="00527473" w:rsidRDefault="008A52B8" w14:paraId="69DEB576" w14:textId="77777777">
      <w:pPr>
        <w:spacing w:after="0"/>
        <w:jc w:val="left"/>
      </w:pPr>
      <w:r>
        <w:t>•</w:t>
      </w:r>
      <w:r>
        <w:tab/>
      </w:r>
      <w:r>
        <w:t>The willingness and ability to learn quickly, both in terms of depth and width of the issues at stake.</w:t>
      </w:r>
    </w:p>
    <w:p w:rsidR="008A52B8" w:rsidP="00527473" w:rsidRDefault="008A52B8" w14:paraId="169E5764" w14:textId="77777777">
      <w:pPr>
        <w:spacing w:after="0"/>
        <w:jc w:val="left"/>
      </w:pPr>
    </w:p>
    <w:p w:rsidR="00A95A44" w:rsidP="00527473" w:rsidRDefault="008A52B8" w14:paraId="0DE8C532" w14:textId="22F244CD">
      <w:pPr>
        <w:spacing w:after="0"/>
        <w:jc w:val="left"/>
      </w:pPr>
      <w:r>
        <w:t>This role is particularly suited for a dynamic individual, able to combine technical expertise with a good understanding of EU digital policies. Join us to shape the future of platform regulation!</w:t>
      </w: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8A52B8" w14:paraId="2551067D" w14:textId="02B1B7CC">
      <w:pPr>
        <w:spacing w:after="0"/>
        <w:jc w:val="right"/>
        <w:rPr>
          <w:sz w:val="22"/>
          <w:szCs w:val="18"/>
        </w:rPr>
      </w:pPr>
      <w:r>
        <w:rPr>
          <w:sz w:val="22"/>
          <w:szCs w:val="18"/>
        </w:rPr>
        <w:t>12.12.2025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008A52B8" w:rsidP="00527473" w:rsidRDefault="008A52B8" w14:paraId="7CD5269A" w14:textId="77777777">
      <w:pPr>
        <w:spacing w:after="0"/>
        <w:rPr>
          <w:lang w:val="de-DE"/>
        </w:rPr>
      </w:pPr>
      <w:r>
        <w:rPr>
          <w:lang w:val="de-DE"/>
        </w:rPr>
        <w:t xml:space="preserve">La direction D, en collaboration avec la Direction F de la DG CONNECT est la direction responsable de la supervision et de la politique liées aux plateformes en ligne. Sa mission principale est de veiller à l’application et à la mise en œuvre effectives de la législation sur les services numériques (DSA) et de la législation sur les marchés numériques (DMA). La direction D est également chargée du suivi de l’écosystème des plateformes au sens large, y compris des tendances émergentes, et de l’élaboration des politiques liées aux plateformes en ligne, y compris la cohérence entre le DSA et le DMA. </w:t>
      </w:r>
    </w:p>
    <w:p w:rsidR="008A52B8" w:rsidP="00527473" w:rsidRDefault="008A52B8" w14:paraId="3DD8491D" w14:textId="77777777">
      <w:pPr>
        <w:spacing w:after="0"/>
        <w:rPr>
          <w:lang w:val="de-DE"/>
        </w:rPr>
      </w:pPr>
      <w:r>
        <w:rPr>
          <w:lang w:val="de-DE"/>
        </w:rPr>
        <w:t>L’unité D2 est chargée, conjointement avec la DG Concurrence, de la mise en</w:t>
      </w:r>
      <w:r>
        <w:rPr>
          <w:lang w:val="de-DE"/>
        </w:rPr>
        <w:tab/>
      </w:r>
      <w:r>
        <w:rPr>
          <w:lang w:val="de-DE"/>
        </w:rPr>
        <w:t xml:space="preserve"> œuvre et de l’application concrètes du règlement sur les marchés numériques (DMA), ce qui implique de nouveaux pouvoirs réglementaires importants au niveau mondial pour superviser les plus grandes plateformes en ligne ayant le statut de contrôleurs d’accès (« gatekeepers »). La supervision du respect par les contrôleurs d’accès d’un certain nombre d’obligations très spécifiques vise à préserver la contestabilité et l’équité dans le marché intérieur européen. Ces travaux nécessitent des contacts fréquents avec les contrôleurs d’accès et des tiers, y compris des discussions techniques et juridiques intenses, des enquêtes sur les cas de non-conformité ou d’autres procédures formelles, ainsi qu’une coordination étroite avec d’autres autorités compétentes dans les États membres et au niveau mondial est également nécessaire.</w:t>
      </w:r>
    </w:p>
    <w:p w:rsidRPr="00E61551" w:rsidR="00A95A44" w:rsidP="00527473" w:rsidRDefault="00A95A44" w14:paraId="6810D07E" w14:textId="77060AC6">
      <w:pPr>
        <w:spacing w:after="0"/>
        <w:rPr>
          <w:lang w:val="de-DE"/>
        </w:rPr>
      </w:pP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008A52B8" w:rsidP="00527473" w:rsidRDefault="008A52B8" w14:paraId="4255BFC0" w14:textId="77777777">
      <w:pPr>
        <w:spacing w:after="0"/>
        <w:jc w:val="left"/>
        <w:rPr>
          <w:lang w:val="de-DE"/>
        </w:rPr>
      </w:pPr>
      <w:r>
        <w:rPr>
          <w:lang w:val="de-DE"/>
        </w:rPr>
        <w:t>Nous proposons une occasion unique et stimulante pour un/e collègue talentueux/se et motivé/e qui rejoindra l’unité chargée de l’application de la législation sur les marchés numériques en tant que gestionnaire de dossiers pour l’application de la législation sur les marchés numériques. Nous recherchons un expert national ayant une expérience dans des secteurs réglementés (télécommunications, transports, secteur financier, énergie, etc.), de l’analyse des données, de la protection des données ou du droit de la concurrence pour rejoindre l’équipe.</w:t>
      </w:r>
    </w:p>
    <w:p w:rsidR="008A52B8" w:rsidP="00527473" w:rsidRDefault="008A52B8" w14:paraId="2AC8DD65" w14:textId="77777777">
      <w:pPr>
        <w:spacing w:after="0"/>
        <w:jc w:val="left"/>
        <w:rPr>
          <w:lang w:val="de-DE"/>
        </w:rPr>
      </w:pPr>
      <w:r>
        <w:rPr>
          <w:lang w:val="de-DE"/>
        </w:rPr>
        <w:t xml:space="preserve">L’expert national détaché participera principalement à l’application et à la mise en œuvre de la législation sur les marchés numériques, le nouveau cadre réglementaire pour les contrôleurs d’accès numériques. Cela comprend: </w:t>
      </w:r>
    </w:p>
    <w:p w:rsidR="008A52B8" w:rsidP="00527473" w:rsidRDefault="008A52B8" w14:paraId="594E5F65" w14:textId="77777777">
      <w:pPr>
        <w:spacing w:after="0"/>
        <w:jc w:val="left"/>
        <w:rPr>
          <w:lang w:val="de-DE"/>
        </w:rPr>
      </w:pPr>
      <w:r>
        <w:rPr>
          <w:lang w:val="de-DE"/>
        </w:rPr>
        <w:t xml:space="preserve">- Travailler en étroite coopération avec la DG Concurrence pour contrôler le respect d’obligations telles que l’interopérabilité, les silos de données, l’accès aux données, les audits de techniques de profilage, le «sideloading», la portabilité des données, etc. </w:t>
      </w:r>
    </w:p>
    <w:p w:rsidR="008A52B8" w:rsidP="00527473" w:rsidRDefault="008A52B8" w14:paraId="72231ECB" w14:textId="77777777">
      <w:pPr>
        <w:spacing w:after="0"/>
        <w:jc w:val="left"/>
        <w:rPr>
          <w:lang w:val="de-DE"/>
        </w:rPr>
      </w:pPr>
      <w:r>
        <w:rPr>
          <w:lang w:val="de-DE"/>
        </w:rPr>
        <w:t>- Détection et enquête sur les infractions potentielles à la législation sur les marchés numériques, y compris dans le cadre de l’exercice des pouvoirs conférés à la Commission, tels que la conduite d’enquêtes et d’inspections, d’entretiens ou de demandes de renseignements</w:t>
      </w:r>
    </w:p>
    <w:p w:rsidR="008A52B8" w:rsidP="00527473" w:rsidRDefault="008A52B8" w14:paraId="1C5A0AFA" w14:textId="77777777">
      <w:pPr>
        <w:spacing w:after="0"/>
        <w:jc w:val="left"/>
        <w:rPr>
          <w:lang w:val="de-DE"/>
        </w:rPr>
      </w:pPr>
      <w:r>
        <w:rPr>
          <w:lang w:val="de-DE"/>
        </w:rPr>
        <w:t>- Dialogue avec les différents interlocuteurs, tels que les contrôleurs d’accès, les entreprises utilisatrices ou les utilisateurs finaux des contrôleurs d’accès ainsi que les associations qui les représentent, afin de recueillir des connaissances et des éléments de preuve à l’appui de l’application du règlement sur les marchés numériques</w:t>
      </w:r>
    </w:p>
    <w:p w:rsidR="008A52B8" w:rsidP="00527473" w:rsidRDefault="008A52B8" w14:paraId="094458B4" w14:textId="77777777">
      <w:pPr>
        <w:spacing w:after="0"/>
        <w:jc w:val="left"/>
        <w:rPr>
          <w:lang w:val="de-DE"/>
        </w:rPr>
      </w:pPr>
      <w:r>
        <w:rPr>
          <w:lang w:val="de-DE"/>
        </w:rPr>
        <w:t>- Collaboration avec des équipes juridiques, informatiques et de cybersécurité afin d’élaborer des stratégies de contrôle de l’application de la législation et de mettre à jour les politiques réglementaires.</w:t>
      </w:r>
    </w:p>
    <w:p w:rsidR="008A52B8" w:rsidP="00527473" w:rsidRDefault="008A52B8" w14:paraId="76F735CC" w14:textId="77777777">
      <w:pPr>
        <w:spacing w:after="0"/>
        <w:jc w:val="left"/>
        <w:rPr>
          <w:lang w:val="de-DE"/>
        </w:rPr>
      </w:pPr>
      <w:r>
        <w:rPr>
          <w:lang w:val="de-DE"/>
        </w:rPr>
        <w:t xml:space="preserve">Il/elle fera partie d’une équipe spécialisée et pluridisciplinaire d’analystes politiques, de juristes, d’économistes et d’ingénieurs et sera appelé/e à faire partie des équipes chargées des dossiers, des enquêtes formelles au titre du règlement sur les marchés numériques. Il/elle aura l’occasion de se concerter et de renforcer la coopération avec un large éventail de parties prenantes publiques et privées ainsi qu’avec des collègues d’autres services de la Commission et d’autres institutions. </w:t>
      </w:r>
    </w:p>
    <w:p w:rsidR="008A52B8" w:rsidP="00527473" w:rsidRDefault="008A52B8" w14:paraId="6ACF9B75" w14:textId="77777777">
      <w:pPr>
        <w:spacing w:after="0"/>
        <w:jc w:val="left"/>
        <w:rPr>
          <w:lang w:val="de-DE"/>
        </w:rPr>
      </w:pPr>
      <w:r>
        <w:rPr>
          <w:lang w:val="de-DE"/>
        </w:rPr>
        <w:t>Dans l’ensemble, le poste représente une occasion unique de relever un nouveau défi réglementaire, dans le cadre duquel la Commission agit en tant que régulateur exerçant une surveillance directe sur les contrôleurs d’accès numériques.</w:t>
      </w:r>
    </w:p>
    <w:p w:rsidRPr="00E61551" w:rsidR="00A95A44" w:rsidP="00527473" w:rsidRDefault="00A95A44" w14:paraId="59404C02" w14:textId="62D0440D">
      <w:pPr>
        <w:spacing w:after="0"/>
        <w:jc w:val="left"/>
        <w:rPr>
          <w:lang w:val="de-DE"/>
        </w:rPr>
      </w:pP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008A52B8" w:rsidP="00527473" w:rsidRDefault="008A52B8" w14:paraId="644AA39E" w14:textId="77777777">
      <w:pPr>
        <w:spacing w:after="0"/>
        <w:rPr>
          <w:lang w:val="de-DE"/>
        </w:rPr>
      </w:pPr>
      <w:r>
        <w:rPr>
          <w:lang w:val="de-DE"/>
        </w:rPr>
        <w:t>Nous recherchons un/e collègue expérimenté/e, très motivé/e et proactif/ive, capable de contribuer au succès de la mission de l’unité. Le/la candidat/e idéal/e possède une expérience universitaire ou professionnelle dans le(s) domaine(s) réglementaire(s), l’analyse économique, la protection des données, l’ingénierie logicielle ou d’autres domaines pertinents pour le poste.</w:t>
      </w:r>
    </w:p>
    <w:p w:rsidR="008A52B8" w:rsidP="00527473" w:rsidRDefault="008A52B8" w14:paraId="5E15E520" w14:textId="77777777">
      <w:pPr>
        <w:spacing w:after="0"/>
        <w:rPr>
          <w:lang w:val="de-DE"/>
        </w:rPr>
      </w:pPr>
      <w:r>
        <w:rPr>
          <w:lang w:val="de-DE"/>
        </w:rPr>
        <w:t xml:space="preserve">Le candidat idéal apporte : </w:t>
      </w:r>
    </w:p>
    <w:p w:rsidR="008A52B8" w:rsidP="00527473" w:rsidRDefault="008A52B8" w14:paraId="20410696" w14:textId="77777777">
      <w:pPr>
        <w:spacing w:after="0"/>
        <w:rPr>
          <w:lang w:val="de-DE"/>
        </w:rPr>
      </w:pPr>
      <w:r>
        <w:rPr>
          <w:lang w:val="de-DE"/>
        </w:rPr>
        <w:t>-</w:t>
      </w:r>
      <w:r>
        <w:rPr>
          <w:lang w:val="de-DE"/>
        </w:rPr>
        <w:tab/>
      </w:r>
      <w:r>
        <w:rPr>
          <w:lang w:val="de-DE"/>
        </w:rPr>
        <w:t>Une expérience en matière de réglementation du numérique, de surveillance réglementaire et/ou d’application des règles de concurrence ;</w:t>
      </w:r>
    </w:p>
    <w:p w:rsidR="008A52B8" w:rsidP="00527473" w:rsidRDefault="008A52B8" w14:paraId="00B26D49" w14:textId="77777777">
      <w:pPr>
        <w:spacing w:after="0"/>
        <w:rPr>
          <w:lang w:val="de-DE"/>
        </w:rPr>
      </w:pPr>
      <w:r>
        <w:rPr>
          <w:lang w:val="de-DE"/>
        </w:rPr>
        <w:t>-</w:t>
      </w:r>
      <w:r>
        <w:rPr>
          <w:lang w:val="de-DE"/>
        </w:rPr>
        <w:tab/>
      </w:r>
      <w:r>
        <w:rPr>
          <w:lang w:val="de-DE"/>
        </w:rPr>
        <w:t xml:space="preserve">Une bonne compréhension des principaux aspects des marchés numériques, en particulier la sécurité des équipements, la cybersécurité, l’identité numérique et les paiements ; </w:t>
      </w:r>
    </w:p>
    <w:p w:rsidR="008A52B8" w:rsidP="00527473" w:rsidRDefault="008A52B8" w14:paraId="5EF2DB8B" w14:textId="77777777">
      <w:pPr>
        <w:spacing w:after="0"/>
        <w:rPr>
          <w:lang w:val="de-DE"/>
        </w:rPr>
      </w:pPr>
      <w:r>
        <w:rPr>
          <w:lang w:val="de-DE"/>
        </w:rPr>
        <w:t>-</w:t>
      </w:r>
      <w:r>
        <w:rPr>
          <w:lang w:val="de-DE"/>
        </w:rPr>
        <w:tab/>
      </w:r>
      <w:r>
        <w:rPr>
          <w:lang w:val="de-DE"/>
        </w:rPr>
        <w:t>Une expérience pertinente dans l’un des domaines pour l’application du règlement sur les marchés numériques : la protection des données, les secteurs réglementés, les systèmes de paiement, les données et analyse économique à des fins répressives, informations sur le marché.</w:t>
      </w:r>
    </w:p>
    <w:p w:rsidR="008A52B8" w:rsidP="00527473" w:rsidRDefault="008A52B8" w14:paraId="4255B80E" w14:textId="77777777">
      <w:pPr>
        <w:spacing w:after="0"/>
        <w:rPr>
          <w:lang w:val="de-DE"/>
        </w:rPr>
      </w:pPr>
      <w:r>
        <w:rPr>
          <w:lang w:val="de-DE"/>
        </w:rPr>
        <w:t xml:space="preserve">En outre, nous recherchons une combinaison de différentes compétences : </w:t>
      </w:r>
    </w:p>
    <w:p w:rsidR="008A52B8" w:rsidP="00527473" w:rsidRDefault="008A52B8" w14:paraId="38475442" w14:textId="77777777">
      <w:pPr>
        <w:spacing w:after="0"/>
        <w:rPr>
          <w:lang w:val="de-DE"/>
        </w:rPr>
      </w:pPr>
      <w:r>
        <w:rPr>
          <w:lang w:val="de-DE"/>
        </w:rPr>
        <w:t>-</w:t>
      </w:r>
      <w:r>
        <w:rPr>
          <w:lang w:val="de-DE"/>
        </w:rPr>
        <w:tab/>
      </w:r>
      <w:r>
        <w:rPr>
          <w:lang w:val="de-DE"/>
        </w:rPr>
        <w:t xml:space="preserve">Une très bonne compréhension des aspects commerciaux et techniques des services numériques en général et des plateformes en ligne en particulier, et la capacité de développer une connaissance approfondie de ces aspects ; </w:t>
      </w:r>
    </w:p>
    <w:p w:rsidR="008A52B8" w:rsidP="00527473" w:rsidRDefault="008A52B8" w14:paraId="17F3D4EE" w14:textId="77777777">
      <w:pPr>
        <w:spacing w:after="0"/>
        <w:rPr>
          <w:lang w:val="de-DE"/>
        </w:rPr>
      </w:pPr>
      <w:r>
        <w:rPr>
          <w:lang w:val="de-DE"/>
        </w:rPr>
        <w:t>-</w:t>
      </w:r>
      <w:r>
        <w:rPr>
          <w:lang w:val="de-DE"/>
        </w:rPr>
        <w:tab/>
      </w:r>
      <w:r>
        <w:rPr>
          <w:lang w:val="de-DE"/>
        </w:rPr>
        <w:t xml:space="preserve">D'excellentes capacités de communication orale et écrite afin d’être en mesure d’interagir et de coopérer efficacement et de communiquer de manière convaincante avec divers acteurs (autres unités et DG, acteurs institutionnels, représentants des États membres ou différentes communautés de parties prenantes) pour différents types de demandes, y compris les demandes d’information ; </w:t>
      </w:r>
    </w:p>
    <w:p w:rsidR="008A52B8" w:rsidP="00527473" w:rsidRDefault="008A52B8" w14:paraId="47DC0B08" w14:textId="77777777">
      <w:pPr>
        <w:spacing w:after="0"/>
        <w:rPr>
          <w:lang w:val="de-DE"/>
        </w:rPr>
      </w:pPr>
      <w:r>
        <w:rPr>
          <w:lang w:val="de-DE"/>
        </w:rPr>
        <w:t>-</w:t>
      </w:r>
      <w:r>
        <w:rPr>
          <w:lang w:val="de-DE"/>
        </w:rPr>
        <w:tab/>
      </w:r>
      <w:r>
        <w:rPr>
          <w:lang w:val="de-DE"/>
        </w:rPr>
        <w:t xml:space="preserve">De très bonnes capacités de négociation et capacité à présenter les opinions de la Commission en interne et en externe ; </w:t>
      </w:r>
    </w:p>
    <w:p w:rsidR="008A52B8" w:rsidP="00527473" w:rsidRDefault="008A52B8" w14:paraId="1C08F7E1" w14:textId="77777777">
      <w:pPr>
        <w:spacing w:after="0"/>
        <w:rPr>
          <w:lang w:val="de-DE"/>
        </w:rPr>
      </w:pPr>
      <w:r>
        <w:rPr>
          <w:lang w:val="de-DE"/>
        </w:rPr>
        <w:t>-</w:t>
      </w:r>
      <w:r>
        <w:rPr>
          <w:lang w:val="de-DE"/>
        </w:rPr>
        <w:tab/>
      </w:r>
      <w:r>
        <w:rPr>
          <w:lang w:val="de-DE"/>
        </w:rPr>
        <w:t xml:space="preserve">Une capacité à coopérer et à développer une coordination harmonieuse avec les autres unités de la DG ainsi qu’avec les autres DG ; </w:t>
      </w:r>
    </w:p>
    <w:p w:rsidR="008A52B8" w:rsidP="00527473" w:rsidRDefault="008A52B8" w14:paraId="48A6443F" w14:textId="77777777">
      <w:pPr>
        <w:spacing w:after="0"/>
        <w:rPr>
          <w:lang w:val="de-DE"/>
        </w:rPr>
      </w:pPr>
      <w:r>
        <w:rPr>
          <w:lang w:val="de-DE"/>
        </w:rPr>
        <w:t>-</w:t>
      </w:r>
      <w:r>
        <w:rPr>
          <w:lang w:val="de-DE"/>
        </w:rPr>
        <w:tab/>
      </w:r>
      <w:r>
        <w:rPr>
          <w:lang w:val="de-DE"/>
        </w:rPr>
        <w:t xml:space="preserve">De très bonnes capacités d’analyse ; </w:t>
      </w:r>
    </w:p>
    <w:p w:rsidR="008A52B8" w:rsidP="00527473" w:rsidRDefault="008A52B8" w14:paraId="4262BAC8" w14:textId="77777777">
      <w:pPr>
        <w:spacing w:after="0"/>
        <w:rPr>
          <w:lang w:val="de-DE"/>
        </w:rPr>
      </w:pPr>
      <w:r>
        <w:rPr>
          <w:lang w:val="de-DE"/>
        </w:rPr>
        <w:t>-</w:t>
      </w:r>
      <w:r>
        <w:rPr>
          <w:lang w:val="de-DE"/>
        </w:rPr>
        <w:tab/>
      </w:r>
      <w:r>
        <w:rPr>
          <w:lang w:val="de-DE"/>
        </w:rPr>
        <w:t>La volonté et la capacité d’apprendre rapidement, tant en termes de profondeur que de portée des enjeux</w:t>
      </w:r>
    </w:p>
    <w:p w:rsidR="008A52B8" w:rsidP="00527473" w:rsidRDefault="008A52B8" w14:paraId="6F40D5D6" w14:textId="77777777">
      <w:pPr>
        <w:spacing w:after="0"/>
        <w:rPr>
          <w:lang w:val="de-DE"/>
        </w:rPr>
      </w:pPr>
      <w:r>
        <w:rPr>
          <w:lang w:val="de-DE"/>
        </w:rPr>
        <w:t>Ce rôle est particulièrement adapté à une personne dynamique, capable de combiner une expertise technique avec une bonne compréhension des politiques numériques  de l’UE. Rejoignez-nous pour façonner l’avenir de la réglementation des plateformes !</w:t>
      </w:r>
    </w:p>
    <w:p w:rsidRPr="00E61551" w:rsidR="00A95A44" w:rsidP="00527473" w:rsidRDefault="00A95A44" w14:paraId="7B92B82C" w14:textId="1DDE2BBE">
      <w:pPr>
        <w:spacing w:after="0"/>
        <w:rPr>
          <w:lang w:val="de-DE"/>
        </w:rPr>
      </w:pP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8A52B8" w14:paraId="21F5E2BF" w14:textId="3FC5D74A">
      <w:pPr>
        <w:spacing w:after="0"/>
        <w:jc w:val="right"/>
        <w:rPr>
          <w:sz w:val="22"/>
          <w:szCs w:val="18"/>
          <w:lang w:val="de-DE"/>
        </w:rPr>
      </w:pPr>
      <w:r>
        <w:rPr>
          <w:sz w:val="22"/>
          <w:szCs w:val="18"/>
          <w:lang w:val="de-DE"/>
        </w:rPr>
        <w:t>12.12.2025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Pr="00A2704A" w:rsidR="00A95A44" w:rsidP="00A95A44" w:rsidRDefault="00A2704A" w14:paraId="5641B145" w14:textId="17510A35">
      <w:pPr>
        <w:spacing w:after="0"/>
        <w:jc w:val="left"/>
        <w:rPr>
          <w:b/>
          <w:bCs/>
          <w:lang w:val="de-DE"/>
        </w:rPr>
      </w:pPr>
      <w:r w:rsidRPr="00A2704A">
        <w:rPr>
          <w:b/>
          <w:bCs/>
          <w:lang w:val="de-DE"/>
        </w:rPr>
        <w:t>Entitätsvorstellung</w:t>
      </w:r>
      <w:r w:rsidR="00A95A44">
        <w:rPr>
          <w:b/>
          <w:bCs/>
          <w:lang w:val="de-DE"/>
        </w:rPr>
        <w:t>:</w:t>
      </w:r>
    </w:p>
    <w:p w:rsidR="00A95A44" w:rsidP="00A95A44" w:rsidRDefault="00A95A44" w14:paraId="313A7A03" w14:textId="77777777">
      <w:pPr>
        <w:spacing w:after="0"/>
        <w:jc w:val="left"/>
        <w:rPr>
          <w:lang w:val="de-DE"/>
        </w:rPr>
      </w:pPr>
    </w:p>
    <w:p w:rsidR="008A52B8" w:rsidP="00527473" w:rsidRDefault="008A52B8" w14:paraId="49EA6B98" w14:textId="77777777">
      <w:pPr>
        <w:spacing w:after="0"/>
        <w:rPr>
          <w:lang w:val="de-DE"/>
        </w:rPr>
      </w:pPr>
      <w:r>
        <w:rPr>
          <w:lang w:val="de-DE"/>
        </w:rPr>
        <w:t>Die Direktion D der GD CONNECT ist gemeinsam mit dem Direktorat F für die Überwachung von und Strategie-Entwicklung bezüglich Online-Plattformen zuständig ist. Die Hauptaufgabe der Direktion besteht darin, die wirksame Anwendung und Durchsetzung des Gesetzes über digitale Dienste und des Gesetzes über digitale Märkte (letzteres gemeinsam mit der GD COMP) sicherzustellen. Die Direktion D überwacht zudem das gesamte Ökosystem der Plattformen, einschließlich neuer Trends, und ist federführend bei der Entwicklung von Richtlinien im Zusammenhang mit Online-Plattformen, insbesondere bei der Sicherstellung der Kohärenz zwischen Digital Services Act (DSA und Digital Markets Act (DMA) zuständig.</w:t>
      </w:r>
    </w:p>
    <w:p w:rsidR="008A52B8" w:rsidP="00527473" w:rsidRDefault="008A52B8" w14:paraId="2F80964C" w14:textId="77777777">
      <w:pPr>
        <w:spacing w:after="0"/>
        <w:rPr>
          <w:lang w:val="de-DE"/>
        </w:rPr>
      </w:pPr>
      <w:r>
        <w:rPr>
          <w:lang w:val="de-DE"/>
        </w:rPr>
        <w:t xml:space="preserve"> </w:t>
      </w:r>
    </w:p>
    <w:p w:rsidR="008A52B8" w:rsidP="00527473" w:rsidRDefault="008A52B8" w14:paraId="11F6B3AF" w14:textId="77777777">
      <w:pPr>
        <w:spacing w:after="0"/>
        <w:rPr>
          <w:lang w:val="de-DE"/>
        </w:rPr>
      </w:pPr>
      <w:r>
        <w:rPr>
          <w:lang w:val="de-DE"/>
        </w:rPr>
        <w:t>Das Referat D2 ist gemeinsam mit der GD COMP mit der konkreten Umsetzung und Durchsetzung des DMA betraut. Dies beinhaltet neue, weltweit bedeutende regulatorische Befugnisse zur Aufsicht über die größten Online-Plattformen mit Gatekeeper-Status. Die Überwachung der Einhaltung spezifischer Verpflichtungen durch die Gatekeeper zielt darauf ab, Wettbewerbsfähigkeit und Fairness im europäischen Binnenmarkt zu gewährleisten. Diese Arbeit erfordert häufige Kontakte mit Gatekeepern und Dritten, darunter intensive technische und rechtliche Gespräche, Untersuchungen bei Nichteinhaltung oder andere formelle Verfahren. Eine enge Abstimmung mit anderen zuständigen Behörden in den Mitgliedstaaten und weltweit ist ebenfalls notwendig.</w:t>
      </w:r>
    </w:p>
    <w:p w:rsidR="00A95A44" w:rsidP="00527473" w:rsidRDefault="008A52B8" w14:paraId="2B6785AE" w14:textId="0C95E1BB">
      <w:pPr>
        <w:spacing w:after="0"/>
        <w:rPr>
          <w:lang w:val="de-DE"/>
        </w:rPr>
      </w:pPr>
      <w:r>
        <w:rPr>
          <w:lang w:val="de-DE"/>
        </w:rPr>
        <w:t>Die Referat D2 ist gemeinsam mit der GD COMP mit der konkreten Umsetzung und Durchsetzung des DMA betraut. Dies beinhaltet neue, weltweit bedeutende regulatorische Befugnisse zur Aufsicht über die größten Online-Plattformen mit Gatekeeper-Status.</w:t>
      </w:r>
    </w:p>
    <w:p w:rsidR="00A95A44" w:rsidP="00A95A44" w:rsidRDefault="00A95A44" w14:paraId="3D802DB7" w14:textId="77777777">
      <w:pPr>
        <w:spacing w:after="0"/>
        <w:jc w:val="left"/>
        <w:rPr>
          <w:b/>
          <w:bCs/>
          <w:sz w:val="28"/>
          <w:szCs w:val="22"/>
          <w:lang w:val="de-DE"/>
        </w:rPr>
      </w:pPr>
    </w:p>
    <w:p w:rsidRPr="00A95A44" w:rsidR="00A95A44" w:rsidP="00A95A44" w:rsidRDefault="00A2704A" w14:paraId="7966A696" w14:textId="522CFC5A">
      <w:pPr>
        <w:spacing w:after="0"/>
        <w:jc w:val="left"/>
        <w:rPr>
          <w:b/>
          <w:bCs/>
          <w:lang w:val="de-DE"/>
        </w:rPr>
      </w:pPr>
      <w:r w:rsidRPr="00A2704A">
        <w:rPr>
          <w:b/>
          <w:bCs/>
          <w:lang w:val="de-DE"/>
        </w:rPr>
        <w:t>Stellenbeschreibung</w:t>
      </w:r>
      <w:r w:rsidRPr="00A95A44" w:rsidR="00A95A44">
        <w:rPr>
          <w:b/>
          <w:bCs/>
          <w:lang w:val="de-DE"/>
        </w:rPr>
        <w:t>:</w:t>
      </w:r>
    </w:p>
    <w:p w:rsidRPr="00A95A44" w:rsidR="00A95A44" w:rsidP="00A95A44" w:rsidRDefault="00A95A44" w14:paraId="7211B1EA" w14:textId="77777777">
      <w:pPr>
        <w:spacing w:after="0"/>
        <w:jc w:val="left"/>
        <w:rPr>
          <w:b/>
          <w:bCs/>
          <w:lang w:val="de-DE"/>
        </w:rPr>
      </w:pPr>
    </w:p>
    <w:p w:rsidR="008A52B8" w:rsidP="00527473" w:rsidRDefault="008A52B8" w14:paraId="434B7603" w14:textId="77777777">
      <w:pPr>
        <w:spacing w:after="0"/>
        <w:rPr>
          <w:lang w:val="de-DE"/>
        </w:rPr>
      </w:pPr>
      <w:r>
        <w:rPr>
          <w:lang w:val="de-DE"/>
        </w:rPr>
        <w:t>Wir bieten einer talentierten und motivierten Kollegin/einem talentierten und motivierten Kollegen eine spannende und herausfordernde Position in dem Referat zur Durchsetzung des Gesetzes über digitale Märkte (DMA). Sie/Er wird als Nationaler Sachverständige/r für die Durchsetzung des DMA tätig sein. Wir suchen eine/n nationale/n Expertin/Experten mit Erfahrung in regulierten Branchen (Telekommunikation, Transport, Finanzsektor, Energie etc.), Datenanalyse, Datenschutz oder Wettbewerbsrecht.</w:t>
      </w:r>
    </w:p>
    <w:p w:rsidR="008A52B8" w:rsidP="00527473" w:rsidRDefault="008A52B8" w14:paraId="0538C5BA" w14:textId="77777777">
      <w:pPr>
        <w:spacing w:after="0"/>
        <w:rPr>
          <w:lang w:val="de-DE"/>
        </w:rPr>
      </w:pPr>
      <w:r>
        <w:rPr>
          <w:lang w:val="de-DE"/>
        </w:rPr>
        <w:t>Der/Die abgeordnete nationale Expertin/Experte wird hauptsächlich mit der Durchsetzung und Anwendung des Gesetzes über digitale Märkte, dem neuen Regulierungsrahmen für digitale Gatekeeper, befasst sein. Dies umfasst:</w:t>
      </w:r>
    </w:p>
    <w:p w:rsidR="008A52B8" w:rsidP="00527473" w:rsidRDefault="008A52B8" w14:paraId="70046751" w14:textId="77777777">
      <w:pPr>
        <w:spacing w:after="0"/>
        <w:rPr>
          <w:lang w:val="de-DE"/>
        </w:rPr>
      </w:pPr>
      <w:r>
        <w:rPr>
          <w:lang w:val="de-DE"/>
        </w:rPr>
        <w:t>- die enge Zusammenarbeit mit der Generaldirektion Wettbewerb zur Überwachung der Einhaltung von Verpflichtungen wie Interoperabilität, Datensilos, Datenzugriff, Profiling-Audits, Sideloading, Datenportabilität und anderen.</w:t>
      </w:r>
    </w:p>
    <w:p w:rsidR="008A52B8" w:rsidP="00527473" w:rsidRDefault="008A52B8" w14:paraId="795BF71A" w14:textId="77777777">
      <w:pPr>
        <w:spacing w:after="0"/>
        <w:rPr>
          <w:lang w:val="de-DE"/>
        </w:rPr>
      </w:pPr>
      <w:r>
        <w:rPr>
          <w:lang w:val="de-DE"/>
        </w:rPr>
        <w:t>- Potenzielle Verstöße gegen das Gesetz über digitale Märkte aufdecken und untersuchen, unter anderem im Rahmen der der Kommission übertragenen Befugnisse, wie z. B. durch Untersuchungen und Inspektionen, Befragungen oder Informationsanfragen.</w:t>
      </w:r>
    </w:p>
    <w:p w:rsidR="008A52B8" w:rsidP="00527473" w:rsidRDefault="008A52B8" w14:paraId="50190C1E" w14:textId="77777777">
      <w:pPr>
        <w:spacing w:after="0"/>
        <w:rPr>
          <w:lang w:val="de-DE"/>
        </w:rPr>
      </w:pPr>
      <w:r>
        <w:rPr>
          <w:lang w:val="de-DE"/>
        </w:rPr>
        <w:t>- Mit relevanten Partnern wie Gatekeepern, Geschäftskunden oder Endnutzern von Gatekeepern sowie deren Verbänden zusammenarbeiten, um Wissen und Beweise zur Unterstützung der Anwendung des Gesetzes über digitale Märkte sammeln.</w:t>
      </w:r>
    </w:p>
    <w:p w:rsidR="008A52B8" w:rsidP="00527473" w:rsidRDefault="008A52B8" w14:paraId="1DB03D1D" w14:textId="77777777">
      <w:pPr>
        <w:spacing w:after="0"/>
        <w:rPr>
          <w:lang w:val="de-DE"/>
        </w:rPr>
      </w:pPr>
      <w:r>
        <w:rPr>
          <w:lang w:val="de-DE"/>
        </w:rPr>
        <w:t xml:space="preserve">- Mit den Teams aus den Bereichen Recht, Cybersicherheit und IT zusammenarbeiten, um Durchsetzungsstrategien zu entwickeln und regulatorische Richtlinien zu aktualisieren. </w:t>
      </w:r>
    </w:p>
    <w:p w:rsidR="008A52B8" w:rsidP="00527473" w:rsidRDefault="008A52B8" w14:paraId="6B75BAAF" w14:textId="77777777">
      <w:pPr>
        <w:spacing w:after="0"/>
        <w:rPr>
          <w:lang w:val="de-DE"/>
        </w:rPr>
      </w:pPr>
      <w:r>
        <w:rPr>
          <w:lang w:val="de-DE"/>
        </w:rPr>
        <w:t>Die/Der Sachverständige wird Teil eines engagierten, multidisziplinären Teams aus Politikwissenschaftlern, Juristen, Ökonomen und Ingenieuren sein und in dem case teams bei formellen Untersuchungen gemäß dem Gesetz über digitale Märkte mitwirken. Sie/Er hat die Möglichkeit, mit einer Vielzahl von öffentlichen und privaten Akteuren sowie mit Kollegen in anderen Dienststellen der Kommission und anderen Institutionen in Kontakt zu treten und die Zusammenarbeit auszubauen.</w:t>
      </w:r>
    </w:p>
    <w:p w:rsidR="008A52B8" w:rsidP="00527473" w:rsidRDefault="008A52B8" w14:paraId="597390B1" w14:textId="77777777">
      <w:pPr>
        <w:spacing w:after="0"/>
        <w:rPr>
          <w:lang w:val="de-DE"/>
        </w:rPr>
      </w:pPr>
      <w:r>
        <w:rPr>
          <w:lang w:val="de-DE"/>
        </w:rPr>
        <w:t>Zusammenfassend bietet diese Stelle eine einzigartige Gelegenheit, an einer neuen regulatorischen Herausforderung mitzuwirken, bei der die Kommission als Regulierungsbehörde mit direkter Aufsicht über digitale Gatekeeper fungiert.</w:t>
      </w:r>
    </w:p>
    <w:p w:rsidRPr="00A95A44" w:rsidR="00A95A44" w:rsidP="00527473" w:rsidRDefault="00A95A44" w14:paraId="2BE34DBA" w14:textId="1E87C3E9">
      <w:pPr>
        <w:spacing w:after="0"/>
        <w:rPr>
          <w:lang w:val="de-DE"/>
        </w:rPr>
      </w:pPr>
    </w:p>
    <w:p w:rsidRPr="00A95A44" w:rsidR="00A95A44" w:rsidP="00A95A44" w:rsidRDefault="00A95A44" w14:paraId="4A29ABD1" w14:textId="77777777">
      <w:pPr>
        <w:spacing w:after="0"/>
        <w:jc w:val="left"/>
        <w:rPr>
          <w:b/>
          <w:bCs/>
          <w:lang w:val="de-DE"/>
        </w:rPr>
      </w:pPr>
    </w:p>
    <w:p w:rsidRPr="0017274D" w:rsidR="00A95A44" w:rsidP="00A95A44" w:rsidRDefault="00F14C9C" w14:paraId="3BB14333" w14:textId="1876B8DE">
      <w:pPr>
        <w:spacing w:after="0"/>
        <w:jc w:val="left"/>
        <w:rPr>
          <w:b/>
          <w:bCs/>
          <w:lang w:val="de-DE"/>
        </w:rPr>
      </w:pPr>
      <w:r w:rsidRPr="00F14C9C">
        <w:rPr>
          <w:b/>
          <w:bCs/>
          <w:lang w:val="de-DE"/>
        </w:rPr>
        <w:t>Anforderungsprofil</w:t>
      </w:r>
      <w:r w:rsidRPr="0017274D" w:rsidR="00A95A44">
        <w:rPr>
          <w:b/>
          <w:bCs/>
          <w:lang w:val="de-DE"/>
        </w:rPr>
        <w:t>:</w:t>
      </w:r>
    </w:p>
    <w:p w:rsidRPr="0017274D" w:rsidR="00A95A44" w:rsidP="00A95A44" w:rsidRDefault="00A95A44" w14:paraId="1A6BBFF1" w14:textId="77777777">
      <w:pPr>
        <w:spacing w:after="0"/>
        <w:jc w:val="left"/>
        <w:rPr>
          <w:b/>
          <w:bCs/>
          <w:lang w:val="de-DE"/>
        </w:rPr>
      </w:pPr>
    </w:p>
    <w:p w:rsidR="008A52B8" w:rsidP="00527473" w:rsidRDefault="008A52B8" w14:paraId="032F07D4" w14:textId="77777777">
      <w:pPr>
        <w:spacing w:after="0"/>
        <w:rPr>
          <w:lang w:val="en-US"/>
        </w:rPr>
      </w:pPr>
      <w:r>
        <w:rPr>
          <w:lang w:val="en-US"/>
        </w:rPr>
        <w:t>Wir suchen eine erfahrene, hochmotivierte und proaktive Kollegin/einen erfahrenen, hochmotivierten und proaktiven Kollegen, die/der zum Erfolg der Aufgaben der Einheit beitragen kann.</w:t>
      </w:r>
    </w:p>
    <w:p w:rsidR="008A52B8" w:rsidP="00527473" w:rsidRDefault="008A52B8" w14:paraId="04545448" w14:textId="77777777">
      <w:pPr>
        <w:spacing w:after="0"/>
        <w:rPr>
          <w:lang w:val="en-US"/>
        </w:rPr>
      </w:pPr>
    </w:p>
    <w:p w:rsidR="008A52B8" w:rsidP="00527473" w:rsidRDefault="008A52B8" w14:paraId="573BE6F4" w14:textId="77777777">
      <w:pPr>
        <w:spacing w:after="0"/>
        <w:rPr>
          <w:lang w:val="en-US"/>
        </w:rPr>
      </w:pPr>
      <w:r>
        <w:rPr>
          <w:lang w:val="en-US"/>
        </w:rPr>
        <w:t>Die ideale Kandidatin/der ideale Kandidat verfügt über einen universitären oder beruflichen Hintergrund in den Bereichen Strafverfolgung, Wirtschaftsanalyse, Datenschutz, Softwareentwicklung oder anderen relevanten Fachgebieten.</w:t>
      </w:r>
    </w:p>
    <w:p w:rsidR="008A52B8" w:rsidP="00527473" w:rsidRDefault="008A52B8" w14:paraId="2544FA18" w14:textId="77777777">
      <w:pPr>
        <w:spacing w:after="0"/>
        <w:rPr>
          <w:lang w:val="en-US"/>
        </w:rPr>
      </w:pPr>
    </w:p>
    <w:p w:rsidR="008A52B8" w:rsidP="00527473" w:rsidRDefault="008A52B8" w14:paraId="15E77D74" w14:textId="77777777">
      <w:pPr>
        <w:spacing w:after="0"/>
        <w:rPr>
          <w:lang w:val="en-US"/>
        </w:rPr>
      </w:pPr>
      <w:r>
        <w:rPr>
          <w:lang w:val="en-US"/>
        </w:rPr>
        <w:t>Die ideale Kandidatin/der ideale Kandidat bringt außerdem mit:</w:t>
      </w:r>
    </w:p>
    <w:p w:rsidR="008A52B8" w:rsidP="00527473" w:rsidRDefault="008A52B8" w14:paraId="74ECE066" w14:textId="77777777">
      <w:pPr>
        <w:spacing w:after="0"/>
        <w:rPr>
          <w:lang w:val="en-US"/>
        </w:rPr>
      </w:pPr>
      <w:r>
        <w:rPr>
          <w:lang w:val="en-US"/>
        </w:rPr>
        <w:t>- Erfahrung in der digitalen Regulierung, der Aufsichtstätigkeit und/oder der Durchsetzung von Wettbewerbsrechten Gutes Verständnis der wichtigsten Aspekte der digitalen Märkte, insbesondere der Gerätesicherheit, Cybersicherheit, digitalen Identität und des Zahlungsverkehrs;</w:t>
      </w:r>
    </w:p>
    <w:p w:rsidR="008A52B8" w:rsidP="00527473" w:rsidRDefault="008A52B8" w14:paraId="18D357B9" w14:textId="77777777">
      <w:pPr>
        <w:spacing w:after="0"/>
        <w:rPr>
          <w:lang w:val="en-US"/>
        </w:rPr>
      </w:pPr>
      <w:r>
        <w:rPr>
          <w:lang w:val="en-US"/>
        </w:rPr>
        <w:t>- Einschlägige Erfahrung in einem der für die Durchsetzung der DMA relevanten Bereiche: Datenschutz, regulierte Sektoren, Zahlungssysteme, Daten- und Wirtschaftsanalyse für die Strafverfolgung, Marktinformationen.</w:t>
      </w:r>
    </w:p>
    <w:p w:rsidR="008A52B8" w:rsidP="00527473" w:rsidRDefault="008A52B8" w14:paraId="6B866283" w14:textId="77777777">
      <w:pPr>
        <w:spacing w:after="0"/>
        <w:rPr>
          <w:lang w:val="en-US"/>
        </w:rPr>
      </w:pPr>
    </w:p>
    <w:p w:rsidR="008A52B8" w:rsidP="00527473" w:rsidRDefault="008A52B8" w14:paraId="6EDB34D1" w14:textId="77777777">
      <w:pPr>
        <w:spacing w:after="0"/>
        <w:rPr>
          <w:lang w:val="en-US"/>
        </w:rPr>
      </w:pPr>
      <w:r>
        <w:rPr>
          <w:lang w:val="en-US"/>
        </w:rPr>
        <w:t>Darüber hinaus suchen wir nach einer Kombination verschiedener Kompetenzen:</w:t>
      </w:r>
    </w:p>
    <w:p w:rsidR="008A52B8" w:rsidP="00527473" w:rsidRDefault="008A52B8" w14:paraId="38283522" w14:textId="77777777">
      <w:pPr>
        <w:spacing w:after="0"/>
        <w:rPr>
          <w:lang w:val="en-US"/>
        </w:rPr>
      </w:pPr>
      <w:r>
        <w:rPr>
          <w:lang w:val="en-US"/>
        </w:rPr>
        <w:t>- Sehr gutes Verständnis der geschäftlichen und technischen Aspekte digitaler Dienste im Allgemeinen und Online-Plattformen im Besonderen sowie die Fähigkeit, diese Expertise kontinuierlich auszubauen;</w:t>
      </w:r>
    </w:p>
    <w:p w:rsidR="008A52B8" w:rsidP="00527473" w:rsidRDefault="008A52B8" w14:paraId="5182D0E7" w14:textId="77777777">
      <w:pPr>
        <w:spacing w:after="0"/>
        <w:rPr>
          <w:lang w:val="en-US"/>
        </w:rPr>
      </w:pPr>
      <w:r>
        <w:rPr>
          <w:lang w:val="en-US"/>
        </w:rPr>
        <w:t>- Ausgezeichnete mündliche und schriftliche Kommunikationsfähigkeit, um effizient und überzeugend mit verschiedenen Akteuren (anderen Referaten und Generaldirektionen, institutionellen Akteuren, Vertretern der Mitgliedstaaten oder verschiedenen Interessengruppen) zu interagieren, zusammenzuarbeiten und auf unterschiedliche Anfragen, einschließlich Briefing-Anfragen, einzugehen;</w:t>
      </w:r>
    </w:p>
    <w:p w:rsidR="008A52B8" w:rsidP="00527473" w:rsidRDefault="008A52B8" w14:paraId="4C9EF4E5" w14:textId="77777777">
      <w:pPr>
        <w:spacing w:after="0"/>
        <w:rPr>
          <w:lang w:val="en-US"/>
        </w:rPr>
      </w:pPr>
      <w:r>
        <w:rPr>
          <w:lang w:val="en-US"/>
        </w:rPr>
        <w:t>- Sehr gute Verhandlungsfähigkeiten und die Fähigkeit, die Positionen der Kommission intern und extern zu präsentieren;</w:t>
      </w:r>
    </w:p>
    <w:p w:rsidR="008A52B8" w:rsidP="00527473" w:rsidRDefault="008A52B8" w14:paraId="1CE979FD" w14:textId="77777777">
      <w:pPr>
        <w:spacing w:after="0"/>
        <w:rPr>
          <w:lang w:val="en-US"/>
        </w:rPr>
      </w:pPr>
      <w:r>
        <w:rPr>
          <w:lang w:val="en-US"/>
        </w:rPr>
        <w:t>- Fähigkeit zur reibungslosen Zusammenarbeit mit anderen Referaten in der Generaldirektion sowie mit anderen Generaldirektionen;</w:t>
      </w:r>
    </w:p>
    <w:p w:rsidR="008A52B8" w:rsidP="00527473" w:rsidRDefault="008A52B8" w14:paraId="5BECC98B" w14:textId="77777777">
      <w:pPr>
        <w:spacing w:after="0"/>
        <w:rPr>
          <w:lang w:val="en-US"/>
        </w:rPr>
      </w:pPr>
      <w:r>
        <w:rPr>
          <w:lang w:val="en-US"/>
        </w:rPr>
        <w:t>- Sehr gute analytische Fähigkeiten;</w:t>
      </w:r>
      <w:r>
        <w:rPr>
          <w:lang w:val="en-US"/>
        </w:rPr>
        <w:tab/>
      </w:r>
      <w:r>
        <w:rPr>
          <w:lang w:val="en-US"/>
        </w:rPr>
        <w:tab/>
      </w:r>
    </w:p>
    <w:p w:rsidR="008A52B8" w:rsidP="00527473" w:rsidRDefault="008A52B8" w14:paraId="6E6C8E64" w14:textId="77777777">
      <w:pPr>
        <w:spacing w:after="0"/>
        <w:rPr>
          <w:lang w:val="en-US"/>
        </w:rPr>
      </w:pPr>
    </w:p>
    <w:p w:rsidR="008A52B8" w:rsidP="00527473" w:rsidRDefault="008A52B8" w14:paraId="12B553AB" w14:textId="77777777">
      <w:pPr>
        <w:spacing w:after="0"/>
        <w:rPr>
          <w:lang w:val="en-US"/>
        </w:rPr>
      </w:pPr>
      <w:r>
        <w:rPr>
          <w:lang w:val="en-US"/>
        </w:rPr>
        <w:t>Die Bereitschaft und Fähigkeit, sich schnell in die Thematik einzuarbeiten – sowohl inhaltlich als auch in ihrer Breite. Diese Position eignet sich besonders für eine dynamische Persönlichkeit, die technisches Fachwissen mit einem guten Verständnis der EU-Digitalpolitik verbindet. Gestalten Sie mit uns die Zukunft der Plattformregulierung!</w:t>
      </w:r>
    </w:p>
    <w:p w:rsidRPr="00A10C67" w:rsidR="00792E59" w:rsidP="00527473" w:rsidRDefault="00792E59" w14:paraId="7DFF067A" w14:textId="610833BA">
      <w:pPr>
        <w:spacing w:after="0"/>
        <w:rPr>
          <w:lang w:val="en-US"/>
        </w:rPr>
      </w:pPr>
    </w:p>
    <w:p w:rsidR="3AC20AC9" w:rsidRDefault="3AC20AC9" w14:paraId="76B14B1B" w14:textId="5E8DFDB1">
      <w:r>
        <w:br w:type="page"/>
      </w:r>
    </w:p>
    <w:p w:rsidRPr="00A10C67" w:rsidR="3AC20AC9" w:rsidP="3AC20AC9" w:rsidRDefault="3AC20AC9" w14:paraId="7D181BF0" w14:textId="3A61C086">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8A52B8"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8A52B8"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8A52B8"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8A52B8"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8A52B8"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8A52B8"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8A52B8"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8A52B8"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8A52B8"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8A52B8"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A52B8"/>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2030A"/>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58878BF"/>
    <w:rsid w:val="465470DD"/>
    <w:rsid w:val="471471C0"/>
    <w:rsid w:val="476F2A9F"/>
    <w:rsid w:val="47949D69"/>
    <w:rsid w:val="480C1CC1"/>
    <w:rsid w:val="49980692"/>
    <w:rsid w:val="4A8D9935"/>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6D286F90-10B6-4E7F-969C-FCFB9987F0DF}"/>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BRANZK Paul Ludwig (HR)</dc:creator>
  <keywords/>
  <dc:description/>
  <lastModifiedBy>MESSIAS Linda (HR)</lastModifiedBy>
  <revision>3</revision>
  <dcterms:created xsi:type="dcterms:W3CDTF">2025-12-12T09:36:00.0000000Z</dcterms:created>
  <dcterms:modified xsi:type="dcterms:W3CDTF">2025-12-15T09:52:39.7898104Z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